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F9339" w14:textId="77777777" w:rsidR="00064967" w:rsidRDefault="00064967" w:rsidP="00E96EC3"/>
    <w:p w14:paraId="788FC181" w14:textId="77777777" w:rsidR="00B61F75" w:rsidRDefault="00B61F75" w:rsidP="00B61F75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</w:p>
    <w:p w14:paraId="47EE148D" w14:textId="33E71821" w:rsidR="00AD0E9E" w:rsidRPr="00507EF0" w:rsidRDefault="00B61F75" w:rsidP="00507EF0">
      <w:pPr>
        <w:ind w:left="5529"/>
        <w:jc w:val="both"/>
        <w:outlineLvl w:val="0"/>
        <w:rPr>
          <w:sz w:val="20"/>
          <w:szCs w:val="20"/>
        </w:rPr>
      </w:pPr>
      <w:r w:rsidRPr="00507EF0">
        <w:rPr>
          <w:sz w:val="20"/>
          <w:szCs w:val="20"/>
        </w:rPr>
        <w:t xml:space="preserve">RMK ja </w:t>
      </w:r>
      <w:r w:rsidR="00507EF0" w:rsidRPr="00507EF0">
        <w:rPr>
          <w:sz w:val="20"/>
          <w:szCs w:val="20"/>
        </w:rPr>
        <w:t xml:space="preserve">OÜ </w:t>
      </w:r>
      <w:r w:rsidR="00507EF0" w:rsidRPr="00507EF0">
        <w:rPr>
          <w:sz w:val="20"/>
          <w:szCs w:val="20"/>
          <w:lang w:val="fi-FI"/>
        </w:rPr>
        <w:t xml:space="preserve">Sami Masinakeskuse </w:t>
      </w:r>
      <w:r w:rsidRPr="00507EF0"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186E8C880D68402987E0F81417FB6F48"/>
          </w:placeholder>
          <w:date w:fullDate="2020-11-25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507EF0" w:rsidRPr="00507EF0">
            <w:rPr>
              <w:sz w:val="20"/>
              <w:szCs w:val="20"/>
            </w:rPr>
            <w:t>25.11.2020</w:t>
          </w:r>
        </w:sdtContent>
      </w:sdt>
      <w:r w:rsidRPr="00507EF0">
        <w:rPr>
          <w:sz w:val="20"/>
          <w:szCs w:val="20"/>
        </w:rPr>
        <w:t xml:space="preserve"> </w:t>
      </w:r>
      <w:r w:rsidRPr="00507EF0">
        <w:rPr>
          <w:sz w:val="20"/>
          <w:szCs w:val="20"/>
        </w:rPr>
        <w:softHyphen/>
        <w:t xml:space="preserve">lepingu nr </w:t>
      </w:r>
      <w:r w:rsidR="00507EF0" w:rsidRPr="00507EF0">
        <w:rPr>
          <w:sz w:val="20"/>
          <w:szCs w:val="20"/>
        </w:rPr>
        <w:t>6-27/2020/167</w:t>
      </w:r>
      <w:r w:rsidR="00507EF0" w:rsidRPr="00507EF0">
        <w:rPr>
          <w:sz w:val="20"/>
          <w:szCs w:val="20"/>
        </w:rPr>
        <w:t xml:space="preserve"> juurde</w:t>
      </w:r>
    </w:p>
    <w:p w14:paraId="13973027" w14:textId="77777777" w:rsidR="00E96EC3" w:rsidRDefault="00E96EC3" w:rsidP="00E96EC3"/>
    <w:p w14:paraId="2A1F1439" w14:textId="77777777" w:rsidR="00E96EC3" w:rsidRDefault="00E96EC3" w:rsidP="00E96EC3"/>
    <w:p w14:paraId="05579033" w14:textId="77777777" w:rsidR="00520DBB" w:rsidRDefault="00520DBB">
      <w:pPr>
        <w:sectPr w:rsidR="00520DBB" w:rsidSect="00507EF0">
          <w:pgSz w:w="11906" w:h="16838"/>
          <w:pgMar w:top="1134" w:right="1797" w:bottom="1440" w:left="1797" w:header="709" w:footer="709" w:gutter="0"/>
          <w:cols w:space="708"/>
          <w:docGrid w:linePitch="360"/>
        </w:sectPr>
      </w:pPr>
    </w:p>
    <w:p w14:paraId="0B439E91" w14:textId="77777777" w:rsidR="00E96EC3" w:rsidRDefault="00E96EC3">
      <w:pPr>
        <w:jc w:val="center"/>
        <w:rPr>
          <w:b/>
          <w:bCs/>
        </w:rPr>
      </w:pPr>
    </w:p>
    <w:p w14:paraId="3C26D055" w14:textId="77777777" w:rsidR="00064967" w:rsidRDefault="00064967" w:rsidP="00E96EC3">
      <w:pPr>
        <w:jc w:val="center"/>
        <w:rPr>
          <w:b/>
          <w:bCs/>
        </w:rPr>
      </w:pPr>
      <w:r>
        <w:rPr>
          <w:b/>
          <w:bCs/>
        </w:rPr>
        <w:t xml:space="preserve">KOKKULEPE LEPINGU </w:t>
      </w:r>
      <w:r w:rsidR="006B2C00">
        <w:rPr>
          <w:b/>
          <w:bCs/>
        </w:rPr>
        <w:t xml:space="preserve">MUUTMISE </w:t>
      </w:r>
      <w:r>
        <w:rPr>
          <w:b/>
          <w:bCs/>
        </w:rPr>
        <w:t>KOHTA</w:t>
      </w:r>
      <w:r w:rsidR="003551A8">
        <w:rPr>
          <w:b/>
          <w:bCs/>
        </w:rPr>
        <w:t xml:space="preserve"> </w:t>
      </w:r>
    </w:p>
    <w:p w14:paraId="38131470" w14:textId="77777777" w:rsidR="006A5916" w:rsidRPr="00507EF0" w:rsidRDefault="006A5916" w:rsidP="006A5916">
      <w:pPr>
        <w:pStyle w:val="Normaallaadveeb"/>
        <w:framePr w:hSpace="141" w:wrap="around" w:vAnchor="text" w:hAnchor="margin" w:y="239"/>
        <w:rPr>
          <w:lang w:val="fi-FI"/>
        </w:rPr>
      </w:pPr>
    </w:p>
    <w:p w14:paraId="4F03D212" w14:textId="77777777" w:rsidR="006A5916" w:rsidRDefault="006A5916" w:rsidP="006A5916">
      <w:pPr>
        <w:jc w:val="right"/>
      </w:pPr>
    </w:p>
    <w:p w14:paraId="5F1E282D" w14:textId="67D43BD0" w:rsidR="006A5916" w:rsidRDefault="00507EF0" w:rsidP="006A5916">
      <w:pPr>
        <w:jc w:val="right"/>
      </w:pPr>
      <w:r>
        <w:rPr>
          <w:rFonts w:eastAsia="Calibri"/>
          <w:szCs w:val="22"/>
        </w:rPr>
        <w:t xml:space="preserve"> </w:t>
      </w:r>
      <w:r w:rsidR="008140F5">
        <w:rPr>
          <w:rFonts w:eastAsia="Calibri"/>
          <w:szCs w:val="22"/>
        </w:rPr>
        <w:t>(hiliseima digitaalallkirja kuupäev)</w:t>
      </w:r>
    </w:p>
    <w:p w14:paraId="22F82A87" w14:textId="77777777" w:rsidR="008140F5" w:rsidRDefault="008140F5" w:rsidP="006A5916">
      <w:pPr>
        <w:jc w:val="right"/>
      </w:pPr>
    </w:p>
    <w:p w14:paraId="25845144" w14:textId="77777777" w:rsidR="008140F5" w:rsidRDefault="008140F5" w:rsidP="006A5916">
      <w:pPr>
        <w:jc w:val="right"/>
      </w:pPr>
    </w:p>
    <w:p w14:paraId="602E5779" w14:textId="77777777" w:rsidR="00064967" w:rsidRDefault="003B708E" w:rsidP="005D03E0">
      <w:pPr>
        <w:pStyle w:val="Pealkiri11"/>
        <w:jc w:val="both"/>
      </w:pPr>
      <w:r>
        <w:t xml:space="preserve">Pooled on </w:t>
      </w:r>
      <w:r w:rsidR="005D03E0">
        <w:t xml:space="preserve">juhindudes kompaktlaaduri ostmiseks läbiviidud lihthanke viitenumbriga </w:t>
      </w:r>
      <w:r w:rsidR="005D03E0" w:rsidRPr="005D03E0">
        <w:t>229058</w:t>
      </w:r>
      <w:r w:rsidR="005D03E0">
        <w:t xml:space="preserve"> hankedokumendidest</w:t>
      </w:r>
      <w:bookmarkStart w:id="0" w:name="_GoBack"/>
      <w:bookmarkEnd w:id="0"/>
      <w:r w:rsidR="005D03E0">
        <w:t>, mille kohaselt on hanke esemeks ka kompaktlaaduri jaoks mõeldud l</w:t>
      </w:r>
      <w:r w:rsidR="005D03E0" w:rsidRPr="005D03E0">
        <w:t>isarehvid/veljed 4 tk, „kalasaba“ mustrig</w:t>
      </w:r>
      <w:r w:rsidR="005D03E0">
        <w:t>a</w:t>
      </w:r>
      <w:r w:rsidR="005D03E0" w:rsidRPr="005D03E0">
        <w:t>, rehvi mõõt 23x10.50-12 või suurem</w:t>
      </w:r>
      <w:r w:rsidR="005D03E0">
        <w:t xml:space="preserve">,  kuid need ei kajastunud </w:t>
      </w:r>
      <w:r w:rsidR="00E219B8">
        <w:t xml:space="preserve">hankija eksimuse tõttu </w:t>
      </w:r>
      <w:r w:rsidR="005D03E0">
        <w:t xml:space="preserve">hinnapakkumuse vormil, </w:t>
      </w:r>
      <w:r>
        <w:t xml:space="preserve">kokku leppinud </w:t>
      </w:r>
      <w:r w:rsidR="005D03E0">
        <w:t>täiendada</w:t>
      </w:r>
      <w:r>
        <w:t xml:space="preserve"> </w:t>
      </w:r>
      <w:r w:rsidR="00E96EC3">
        <w:t>l</w:t>
      </w:r>
      <w:r w:rsidR="006B2C00" w:rsidRPr="006B2C00">
        <w:t>epingu</w:t>
      </w:r>
      <w:r w:rsidR="005D03E0">
        <w:t>t</w:t>
      </w:r>
      <w:r w:rsidR="006B2C00" w:rsidRPr="006B2C00">
        <w:t xml:space="preserve"> </w:t>
      </w:r>
      <w:r>
        <w:t>punkti</w:t>
      </w:r>
      <w:r w:rsidR="00E219B8">
        <w:t>de</w:t>
      </w:r>
      <w:r w:rsidR="005D03E0">
        <w:t>ga</w:t>
      </w:r>
      <w:r w:rsidR="00DF69B7">
        <w:t xml:space="preserve"> </w:t>
      </w:r>
      <w:r w:rsidR="005D03E0">
        <w:t>2.2.1.</w:t>
      </w:r>
      <w:r>
        <w:t xml:space="preserve"> ja</w:t>
      </w:r>
      <w:r w:rsidR="00E219B8">
        <w:t xml:space="preserve"> 3.1.1. </w:t>
      </w:r>
      <w:r>
        <w:t xml:space="preserve"> </w:t>
      </w:r>
      <w:r w:rsidR="00E219B8">
        <w:t xml:space="preserve">ning </w:t>
      </w:r>
      <w:r>
        <w:t xml:space="preserve">sõnastada </w:t>
      </w:r>
      <w:r w:rsidR="00E219B8">
        <w:t>need</w:t>
      </w:r>
      <w:r>
        <w:t xml:space="preserve"> järgnevalt:</w:t>
      </w:r>
    </w:p>
    <w:p w14:paraId="6CDE9884" w14:textId="77777777" w:rsidR="00E219B8" w:rsidRDefault="00E219B8" w:rsidP="005D03E0">
      <w:pPr>
        <w:pStyle w:val="Pealkiri11"/>
        <w:numPr>
          <w:ilvl w:val="0"/>
          <w:numId w:val="0"/>
        </w:numPr>
        <w:ind w:left="432"/>
        <w:jc w:val="both"/>
      </w:pPr>
    </w:p>
    <w:p w14:paraId="328DFECF" w14:textId="77777777" w:rsidR="005D03E0" w:rsidRDefault="005D03E0" w:rsidP="005D03E0">
      <w:pPr>
        <w:pStyle w:val="Pealkiri11"/>
        <w:numPr>
          <w:ilvl w:val="0"/>
          <w:numId w:val="0"/>
        </w:numPr>
        <w:ind w:left="432"/>
        <w:jc w:val="both"/>
      </w:pPr>
      <w:r>
        <w:t>„2.2.1. Hankedokumentide p 4.3. alajaotuse „Rattad, rehvid“ teise jaotise kohaselt kuuluvad lepingu eseme hulka ka</w:t>
      </w:r>
      <w:r w:rsidRPr="005D03E0">
        <w:t xml:space="preserve"> kompaktlaaduri jaoks mõeldud lisarehvid/veljed 4 tk, „kalasaba“ mustriga, rehvi mõõt 23x10.50-12 või suurem</w:t>
      </w:r>
      <w:r>
        <w:t xml:space="preserve">, mis aga </w:t>
      </w:r>
      <w:r w:rsidRPr="005D03E0">
        <w:t>ei kajastunud hinnapakkumuse vormil</w:t>
      </w:r>
      <w:r>
        <w:t xml:space="preserve">. Sellest johtuvalt  </w:t>
      </w:r>
      <w:r w:rsidRPr="005D03E0">
        <w:t xml:space="preserve">Müüja annab ostjale  üle kompaktlaaduri jaoks mõeldud lisarehvid/veljed 4 tk, „kalasaba“ mustriga, rehvi mõõt 23x10.50-12 või suurem ning  teeb  võimalikuks  omandi  ülemineku  ostjale, ostja  aga tasub müüjale </w:t>
      </w:r>
      <w:r w:rsidR="00E219B8">
        <w:t>nende rehvide/velgede</w:t>
      </w:r>
      <w:r w:rsidRPr="005D03E0">
        <w:t xml:space="preserve"> ostuhinna rahas</w:t>
      </w:r>
      <w:r w:rsidR="00E219B8">
        <w:t xml:space="preserve"> ja võtab rehvid/veljed vastu</w:t>
      </w:r>
      <w:r w:rsidRPr="005D03E0">
        <w:t>.</w:t>
      </w:r>
    </w:p>
    <w:p w14:paraId="0C75129C" w14:textId="77777777" w:rsidR="00E219B8" w:rsidRDefault="00E219B8" w:rsidP="005D03E0">
      <w:pPr>
        <w:pStyle w:val="Pealkiri11"/>
        <w:numPr>
          <w:ilvl w:val="0"/>
          <w:numId w:val="0"/>
        </w:numPr>
        <w:ind w:left="432"/>
        <w:jc w:val="both"/>
      </w:pPr>
    </w:p>
    <w:p w14:paraId="0257A21F" w14:textId="5FE975FC" w:rsidR="00E219B8" w:rsidRDefault="00E219B8" w:rsidP="005D03E0">
      <w:pPr>
        <w:pStyle w:val="Pealkiri11"/>
        <w:numPr>
          <w:ilvl w:val="0"/>
          <w:numId w:val="0"/>
        </w:numPr>
        <w:ind w:left="432"/>
        <w:jc w:val="both"/>
      </w:pPr>
      <w:r>
        <w:t xml:space="preserve">3.1.1.  </w:t>
      </w:r>
      <w:r w:rsidRPr="00E219B8">
        <w:t xml:space="preserve">Müüja müüb ja ostja ostab kompaktlaaduri jaoks mõeldud lisarehvid/veljed 4 tk, „kalasaba“ mustriga, rehvi mõõt 23x10.50-12 või suurem vastavalt </w:t>
      </w:r>
      <w:r>
        <w:t>käesolevale kokkuleppele</w:t>
      </w:r>
      <w:r w:rsidRPr="00E219B8">
        <w:t xml:space="preserve"> ostuhinnaga  </w:t>
      </w:r>
      <w:r w:rsidR="00161CAB" w:rsidRPr="00496259">
        <w:t>435</w:t>
      </w:r>
      <w:r w:rsidR="00496259" w:rsidRPr="00496259">
        <w:t xml:space="preserve"> </w:t>
      </w:r>
      <w:r w:rsidR="00161CAB" w:rsidRPr="00496259">
        <w:t>(nelisada kolmkümmend viis</w:t>
      </w:r>
      <w:r w:rsidRPr="00496259">
        <w:t>)</w:t>
      </w:r>
      <w:r w:rsidRPr="00E219B8">
        <w:t xml:space="preserve"> eurot</w:t>
      </w:r>
      <w:r>
        <w:t>.“</w:t>
      </w:r>
    </w:p>
    <w:p w14:paraId="76F3429F" w14:textId="77777777" w:rsidR="003B708E" w:rsidRDefault="003B708E" w:rsidP="00064967">
      <w:pPr>
        <w:ind w:left="180" w:hanging="180"/>
      </w:pPr>
    </w:p>
    <w:p w14:paraId="6D4FB2EA" w14:textId="77777777" w:rsidR="00064967" w:rsidRDefault="00064967">
      <w:pPr>
        <w:ind w:left="360" w:hanging="360"/>
      </w:pPr>
    </w:p>
    <w:p w14:paraId="258FB42B" w14:textId="77777777" w:rsidR="00064967" w:rsidRDefault="00BA77D3" w:rsidP="008140F5">
      <w:pPr>
        <w:pStyle w:val="Pealkiri11"/>
      </w:pPr>
      <w:sdt>
        <w:sdtPr>
          <w:id w:val="-802771011"/>
          <w:placeholder>
            <w:docPart w:val="3792625D6E7B4672B32D64920BC25E7E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EndPr/>
        <w:sdtContent>
          <w:r w:rsidR="00E219B8">
            <w:t>Kokkulepe on allkirjastatud digitaalselt.</w:t>
          </w:r>
        </w:sdtContent>
      </w:sdt>
    </w:p>
    <w:p w14:paraId="14FFA486" w14:textId="77777777" w:rsidR="006954E4" w:rsidRDefault="006954E4" w:rsidP="006954E4">
      <w:pPr>
        <w:ind w:left="360" w:hanging="360"/>
      </w:pPr>
    </w:p>
    <w:p w14:paraId="2E57666C" w14:textId="77777777" w:rsidR="00064967" w:rsidRDefault="00064967">
      <w:pPr>
        <w:ind w:left="360"/>
      </w:pPr>
    </w:p>
    <w:p w14:paraId="6A010A7C" w14:textId="77777777" w:rsidR="00064967" w:rsidRPr="00E96EC3" w:rsidRDefault="00064967" w:rsidP="001350FE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4163"/>
      </w:tblGrid>
      <w:tr w:rsidR="008140F5" w14:paraId="00CDE4E9" w14:textId="77777777" w:rsidTr="009F2E1E">
        <w:tc>
          <w:tcPr>
            <w:tcW w:w="4226" w:type="dxa"/>
          </w:tcPr>
          <w:p w14:paraId="44FC1B4D" w14:textId="01F594A0" w:rsidR="008140F5" w:rsidRDefault="00496259" w:rsidP="009F2E1E">
            <w:pPr>
              <w:rPr>
                <w:iCs/>
              </w:rPr>
            </w:pPr>
            <w:r>
              <w:rPr>
                <w:b/>
                <w:iCs/>
              </w:rPr>
              <w:t>Riigimetsa Majandamise Keskus</w:t>
            </w:r>
          </w:p>
        </w:tc>
        <w:tc>
          <w:tcPr>
            <w:tcW w:w="4226" w:type="dxa"/>
          </w:tcPr>
          <w:p w14:paraId="16B0342A" w14:textId="65A7A83C" w:rsidR="008140F5" w:rsidRDefault="00496259" w:rsidP="009F2E1E">
            <w:pPr>
              <w:rPr>
                <w:iCs/>
              </w:rPr>
            </w:pPr>
            <w:r w:rsidRPr="000402FE">
              <w:t>OÜ SAMI MASINAKESKUS</w:t>
            </w:r>
          </w:p>
        </w:tc>
      </w:tr>
      <w:tr w:rsidR="008140F5" w14:paraId="43EEAAB1" w14:textId="77777777" w:rsidTr="009F2E1E">
        <w:tc>
          <w:tcPr>
            <w:tcW w:w="4226" w:type="dxa"/>
          </w:tcPr>
          <w:p w14:paraId="18CAAD15" w14:textId="77777777" w:rsidR="008140F5" w:rsidRDefault="00496259" w:rsidP="009F2E1E">
            <w:r>
              <w:t>Registrikood 70004459</w:t>
            </w:r>
          </w:p>
          <w:p w14:paraId="75D37437" w14:textId="47D63BB6" w:rsidR="00496259" w:rsidRDefault="00496259" w:rsidP="009F2E1E">
            <w:pPr>
              <w:rPr>
                <w:iCs/>
              </w:rPr>
            </w:pPr>
            <w:r>
              <w:t>Sagadi küla, Haljala vald</w:t>
            </w:r>
          </w:p>
        </w:tc>
        <w:tc>
          <w:tcPr>
            <w:tcW w:w="4226" w:type="dxa"/>
          </w:tcPr>
          <w:p w14:paraId="6E1857AE" w14:textId="77777777" w:rsidR="008140F5" w:rsidRDefault="00496259" w:rsidP="009F2E1E">
            <w:r>
              <w:t>Registrikood 12782841</w:t>
            </w:r>
          </w:p>
          <w:p w14:paraId="4C1E5D50" w14:textId="36E8B0A9" w:rsidR="00496259" w:rsidRDefault="00496259" w:rsidP="009F2E1E">
            <w:pPr>
              <w:rPr>
                <w:iCs/>
              </w:rPr>
            </w:pPr>
            <w:r>
              <w:t>Tule tn 20, Saue linn, Saue vald</w:t>
            </w:r>
          </w:p>
        </w:tc>
      </w:tr>
      <w:tr w:rsidR="008140F5" w14:paraId="1114F050" w14:textId="77777777" w:rsidTr="009F2E1E">
        <w:tc>
          <w:tcPr>
            <w:tcW w:w="4226" w:type="dxa"/>
          </w:tcPr>
          <w:p w14:paraId="6410BD6B" w14:textId="77777777" w:rsidR="008140F5" w:rsidRDefault="00496259" w:rsidP="009F2E1E">
            <w:r>
              <w:t>45403 Lääne- Viru maakond</w:t>
            </w:r>
            <w:r>
              <w:tab/>
            </w:r>
          </w:p>
          <w:p w14:paraId="48176AC6" w14:textId="77777777" w:rsidR="00496259" w:rsidRDefault="00496259" w:rsidP="009F2E1E">
            <w:r>
              <w:t>Tel. 676788</w:t>
            </w:r>
          </w:p>
          <w:p w14:paraId="36171FF8" w14:textId="2F8623C8" w:rsidR="00496259" w:rsidRDefault="00496259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4A9B9F1A" w14:textId="77777777" w:rsidR="008140F5" w:rsidRDefault="00496259" w:rsidP="009F2E1E">
            <w:r>
              <w:t>76505 Harju maakond</w:t>
            </w:r>
          </w:p>
          <w:p w14:paraId="30323480" w14:textId="4F33831C" w:rsidR="00496259" w:rsidRDefault="00496259" w:rsidP="009F2E1E">
            <w:pPr>
              <w:rPr>
                <w:iCs/>
              </w:rPr>
            </w:pPr>
            <w:r>
              <w:t>Tel. 5282732</w:t>
            </w:r>
          </w:p>
        </w:tc>
      </w:tr>
      <w:tr w:rsidR="008140F5" w14:paraId="12BB6C33" w14:textId="77777777" w:rsidTr="008140F5">
        <w:trPr>
          <w:trHeight w:val="346"/>
        </w:trPr>
        <w:tc>
          <w:tcPr>
            <w:tcW w:w="4226" w:type="dxa"/>
          </w:tcPr>
          <w:p w14:paraId="6B53F06C" w14:textId="2C44A344" w:rsidR="008140F5" w:rsidRDefault="00BA77D3" w:rsidP="009F2E1E">
            <w:pPr>
              <w:rPr>
                <w:iCs/>
              </w:rPr>
            </w:pPr>
            <w:sdt>
              <w:sdtPr>
                <w:id w:val="2081640109"/>
                <w:placeholder>
                  <w:docPart w:val="4C4F67419D204E5588ECCCFFFF96939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96259">
                  <w:t>(allkirjastatud digitaalselt)</w:t>
                </w:r>
              </w:sdtContent>
            </w:sdt>
          </w:p>
        </w:tc>
        <w:tc>
          <w:tcPr>
            <w:tcW w:w="4226" w:type="dxa"/>
          </w:tcPr>
          <w:p w14:paraId="0E3B4464" w14:textId="6703DC84" w:rsidR="008140F5" w:rsidRDefault="00BA77D3" w:rsidP="009F2E1E">
            <w:pPr>
              <w:rPr>
                <w:iCs/>
              </w:rPr>
            </w:pPr>
            <w:sdt>
              <w:sdtPr>
                <w:id w:val="653806690"/>
                <w:placeholder>
                  <w:docPart w:val="14198C30DDB049EFA93DB992F6EDD5C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96259">
                  <w:t>(allkirjastatud digitaalselt)</w:t>
                </w:r>
              </w:sdtContent>
            </w:sdt>
          </w:p>
        </w:tc>
      </w:tr>
      <w:tr w:rsidR="008140F5" w14:paraId="75FC3555" w14:textId="77777777" w:rsidTr="009F2E1E">
        <w:tc>
          <w:tcPr>
            <w:tcW w:w="4226" w:type="dxa"/>
          </w:tcPr>
          <w:p w14:paraId="3B329906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1F25535F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1C541889" w14:textId="77777777" w:rsidTr="009F2E1E">
        <w:tc>
          <w:tcPr>
            <w:tcW w:w="4226" w:type="dxa"/>
          </w:tcPr>
          <w:p w14:paraId="6796E534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22E3E850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5004ACE0" w14:textId="77777777" w:rsidTr="009F2E1E">
        <w:tc>
          <w:tcPr>
            <w:tcW w:w="4226" w:type="dxa"/>
          </w:tcPr>
          <w:p w14:paraId="613E0095" w14:textId="02DCF829" w:rsidR="008140F5" w:rsidRDefault="00496259" w:rsidP="009F2E1E">
            <w:pPr>
              <w:rPr>
                <w:iCs/>
              </w:rPr>
            </w:pPr>
            <w:r>
              <w:rPr>
                <w:lang w:val="en-AU"/>
              </w:rPr>
              <w:t>Andrus Lauren</w:t>
            </w:r>
          </w:p>
        </w:tc>
        <w:tc>
          <w:tcPr>
            <w:tcW w:w="4226" w:type="dxa"/>
          </w:tcPr>
          <w:p w14:paraId="22A9328A" w14:textId="2D7B942E" w:rsidR="008140F5" w:rsidRDefault="00484021" w:rsidP="009F2E1E">
            <w:pPr>
              <w:rPr>
                <w:iCs/>
              </w:rPr>
            </w:pPr>
            <w:r>
              <w:rPr>
                <w:lang w:val="en-AU"/>
              </w:rPr>
              <w:t>Joosep Käba</w:t>
            </w:r>
          </w:p>
        </w:tc>
      </w:tr>
    </w:tbl>
    <w:p w14:paraId="7BFBFDCF" w14:textId="3780C649" w:rsidR="00823082" w:rsidRPr="00EA2DA2" w:rsidRDefault="00823082" w:rsidP="00FB2189">
      <w:pPr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D3C69" w14:textId="77777777" w:rsidR="00BA77D3" w:rsidRDefault="00BA77D3" w:rsidP="00B61F75">
      <w:r>
        <w:separator/>
      </w:r>
    </w:p>
  </w:endnote>
  <w:endnote w:type="continuationSeparator" w:id="0">
    <w:p w14:paraId="42FEF370" w14:textId="77777777" w:rsidR="00BA77D3" w:rsidRDefault="00BA77D3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D387E" w14:textId="77777777" w:rsidR="00BA77D3" w:rsidRDefault="00BA77D3" w:rsidP="00B61F75">
      <w:r>
        <w:separator/>
      </w:r>
    </w:p>
  </w:footnote>
  <w:footnote w:type="continuationSeparator" w:id="0">
    <w:p w14:paraId="414B6E44" w14:textId="77777777" w:rsidR="00BA77D3" w:rsidRDefault="00BA77D3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94"/>
    <w:rsid w:val="00064967"/>
    <w:rsid w:val="00075DA1"/>
    <w:rsid w:val="000C36ED"/>
    <w:rsid w:val="001350FE"/>
    <w:rsid w:val="001569A6"/>
    <w:rsid w:val="00161CAB"/>
    <w:rsid w:val="001C1E67"/>
    <w:rsid w:val="003551A8"/>
    <w:rsid w:val="003B708E"/>
    <w:rsid w:val="003E2A7F"/>
    <w:rsid w:val="00484021"/>
    <w:rsid w:val="00496259"/>
    <w:rsid w:val="00507EF0"/>
    <w:rsid w:val="00520DBB"/>
    <w:rsid w:val="00531A0F"/>
    <w:rsid w:val="005409F9"/>
    <w:rsid w:val="0057034B"/>
    <w:rsid w:val="00573265"/>
    <w:rsid w:val="00597ED5"/>
    <w:rsid w:val="005D03E0"/>
    <w:rsid w:val="00681500"/>
    <w:rsid w:val="006954E4"/>
    <w:rsid w:val="006A3FD1"/>
    <w:rsid w:val="006A5916"/>
    <w:rsid w:val="006B2C00"/>
    <w:rsid w:val="006B4A92"/>
    <w:rsid w:val="006B63C7"/>
    <w:rsid w:val="007352AD"/>
    <w:rsid w:val="007C643D"/>
    <w:rsid w:val="00801766"/>
    <w:rsid w:val="008140F5"/>
    <w:rsid w:val="00823082"/>
    <w:rsid w:val="008A6CBD"/>
    <w:rsid w:val="008C4DD4"/>
    <w:rsid w:val="00910E20"/>
    <w:rsid w:val="00AD0E9E"/>
    <w:rsid w:val="00B61F75"/>
    <w:rsid w:val="00BA77D3"/>
    <w:rsid w:val="00BD5176"/>
    <w:rsid w:val="00C82394"/>
    <w:rsid w:val="00D71034"/>
    <w:rsid w:val="00D94970"/>
    <w:rsid w:val="00DB6019"/>
    <w:rsid w:val="00DC10C4"/>
    <w:rsid w:val="00DF69B7"/>
    <w:rsid w:val="00E219B8"/>
    <w:rsid w:val="00E96EC3"/>
    <w:rsid w:val="00EA2DA2"/>
    <w:rsid w:val="00F77F0D"/>
    <w:rsid w:val="00FB18BC"/>
    <w:rsid w:val="00FB2189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1C62F"/>
  <w15:docId w15:val="{841B1A8B-AB7D-4E87-B242-3105D38A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Kontuurtabel">
    <w:name w:val="Table Grid"/>
    <w:basedOn w:val="Normaaltabe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rsid w:val="006A5916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basedOn w:val="Liguvaikefont"/>
    <w:uiPriority w:val="99"/>
    <w:semiHidden/>
    <w:rsid w:val="006A591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6A591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A5916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6A591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allaad"/>
    <w:rsid w:val="008140F5"/>
    <w:pPr>
      <w:numPr>
        <w:numId w:val="3"/>
      </w:numPr>
    </w:pPr>
  </w:style>
  <w:style w:type="paragraph" w:customStyle="1" w:styleId="Pealkiri21">
    <w:name w:val="Pealkiri 21"/>
    <w:basedOn w:val="Normaallaad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8140F5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8140F5"/>
    <w:pPr>
      <w:ind w:left="720"/>
      <w:contextualSpacing/>
    </w:pPr>
  </w:style>
  <w:style w:type="paragraph" w:styleId="Pis">
    <w:name w:val="header"/>
    <w:basedOn w:val="Normaallaad"/>
    <w:link w:val="PisMrk"/>
    <w:unhideWhenUsed/>
    <w:rsid w:val="00B61F7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B61F7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nhideWhenUsed/>
    <w:rsid w:val="00B61F7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B61F7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.merimaa\Downloads\lepingu%20muutmine%20kokkule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6E8C880D68402987E0F81417FB6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7070F-3F3E-4DA5-9A6E-DB1B771A155E}"/>
      </w:docPartPr>
      <w:docPartBody>
        <w:p w:rsidR="009F0DE8" w:rsidRDefault="00D57D38">
          <w:pPr>
            <w:pStyle w:val="186E8C880D68402987E0F81417FB6F48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3792625D6E7B4672B32D64920BC25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E650E-8118-4895-BC70-71919F040643}"/>
      </w:docPartPr>
      <w:docPartBody>
        <w:p w:rsidR="009F0DE8" w:rsidRDefault="00D57D38">
          <w:pPr>
            <w:pStyle w:val="3792625D6E7B4672B32D64920BC25E7E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C4F67419D204E5588ECCCFFFF969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476F-EB5D-457B-9B84-4C6F320A599C}"/>
      </w:docPartPr>
      <w:docPartBody>
        <w:p w:rsidR="009F0DE8" w:rsidRDefault="00D57D38">
          <w:pPr>
            <w:pStyle w:val="4C4F67419D204E5588ECCCFFFF96939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4198C30DDB049EFA93DB992F6EDD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088CA-215E-4260-A8FB-5F9B22A6A460}"/>
      </w:docPartPr>
      <w:docPartBody>
        <w:p w:rsidR="009F0DE8" w:rsidRDefault="00D57D38">
          <w:pPr>
            <w:pStyle w:val="14198C30DDB049EFA93DB992F6EDD5C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38"/>
    <w:rsid w:val="009F0DE8"/>
    <w:rsid w:val="00B40D4A"/>
    <w:rsid w:val="00CD7DF0"/>
    <w:rsid w:val="00D5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186E8C880D68402987E0F81417FB6F48">
    <w:name w:val="186E8C880D68402987E0F81417FB6F48"/>
  </w:style>
  <w:style w:type="paragraph" w:customStyle="1" w:styleId="5EB7DA3363474F25B93DB061B00035D9">
    <w:name w:val="5EB7DA3363474F25B93DB061B00035D9"/>
  </w:style>
  <w:style w:type="paragraph" w:customStyle="1" w:styleId="3792625D6E7B4672B32D64920BC25E7E">
    <w:name w:val="3792625D6E7B4672B32D64920BC25E7E"/>
  </w:style>
  <w:style w:type="paragraph" w:customStyle="1" w:styleId="4C4F67419D204E5588ECCCFFFF969394">
    <w:name w:val="4C4F67419D204E5588ECCCFFFF969394"/>
  </w:style>
  <w:style w:type="paragraph" w:customStyle="1" w:styleId="14198C30DDB049EFA93DB992F6EDD5C4">
    <w:name w:val="14198C30DDB049EFA93DB992F6EDD5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</Template>
  <TotalTime>1</TotalTime>
  <Pages>1</Pages>
  <Words>259</Words>
  <Characters>1508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Riigimetsa  Majandamise Keskus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Andrus Lauren</cp:lastModifiedBy>
  <cp:revision>2</cp:revision>
  <cp:lastPrinted>1900-12-31T22:00:00Z</cp:lastPrinted>
  <dcterms:created xsi:type="dcterms:W3CDTF">2020-11-25T19:34:00Z</dcterms:created>
  <dcterms:modified xsi:type="dcterms:W3CDTF">2020-11-25T19:34:00Z</dcterms:modified>
</cp:coreProperties>
</file>